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8A362C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8A362C">
                                  <w:t>HW70_Solutions of Quadratics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R3aUBQQUAAMI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8A362C">
                            <w:t>HW70_Solutions of Quadratics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pRmnCAAAA2gAAAA8AAABkcnMvZG93bnJldi54bWxEj8FuwjAQRO+V+AdrK/VW7AKK2oBBqAjB&#10;sU37Aat4iQPxOo2dkP49RqrU42hm3mhWm9E1YqAu1J41vEwVCOLSm5orDd9f++dXECEiG2w8k4Zf&#10;CrBZTx5WmBt/5U8ailiJBOGQowYbY5tLGUpLDsPUt8TJO/nOYUyyq6Tp8JrgrpEzpTLpsOa0YLGl&#10;d0vlpeidhqE3b4psPz8vdu7jcMgWxY86av30OG6XICKN8T/81z4aDRncr6QbIN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KUZpwgAAANoAAAAPAAAAAAAAAAAAAAAAAJ8C&#10;AABkcnMvZG93bnJldi54bWxQSwUGAAAAAAQABAD3AAAAjgMAAAAA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5834CB" w:rsidRDefault="005834CB">
      <w:pPr>
        <w:rPr>
          <w:sz w:val="28"/>
        </w:rPr>
      </w:pPr>
    </w:p>
    <w:p w:rsidR="005834CB" w:rsidRDefault="005834CB">
      <w:pPr>
        <w:rPr>
          <w:sz w:val="28"/>
        </w:rPr>
      </w:pPr>
    </w:p>
    <w:p w:rsidR="00A40923" w:rsidRPr="00A40923" w:rsidRDefault="00A40923">
      <w:pPr>
        <w:rPr>
          <w:noProof/>
          <w:sz w:val="28"/>
        </w:rPr>
      </w:pPr>
      <w:r>
        <w:rPr>
          <w:sz w:val="28"/>
        </w:rPr>
        <w:t>Find the solutions, roots, and zeros below:</w:t>
      </w:r>
    </w:p>
    <w:p w:rsidR="00A40923" w:rsidRDefault="00A40923">
      <w:pPr>
        <w:rPr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3600"/>
        <w:gridCol w:w="3505"/>
      </w:tblGrid>
      <w:tr w:rsidR="00A40923" w:rsidTr="006801BB">
        <w:tc>
          <w:tcPr>
            <w:tcW w:w="3685" w:type="dxa"/>
          </w:tcPr>
          <w:p w:rsidR="00A40923" w:rsidRDefault="00A40923" w:rsidP="00A40923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D2A3B6A" wp14:editId="28360E80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183515</wp:posOffset>
                  </wp:positionV>
                  <wp:extent cx="1571625" cy="1733550"/>
                  <wp:effectExtent l="0" t="0" r="9525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1. </w:t>
            </w:r>
          </w:p>
          <w:p w:rsidR="006801BB" w:rsidRDefault="006801BB" w:rsidP="00A40923"/>
          <w:p w:rsidR="006801BB" w:rsidRDefault="006801BB" w:rsidP="00A40923">
            <w:r>
              <w:t>X=</w:t>
            </w:r>
          </w:p>
          <w:p w:rsidR="00A40923" w:rsidRDefault="00A40923" w:rsidP="00A40923"/>
        </w:tc>
        <w:tc>
          <w:tcPr>
            <w:tcW w:w="3600" w:type="dxa"/>
          </w:tcPr>
          <w:p w:rsidR="00A40923" w:rsidRDefault="00A40923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8A8EC7F" wp14:editId="23857CA2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202565</wp:posOffset>
                  </wp:positionV>
                  <wp:extent cx="1781175" cy="1762125"/>
                  <wp:effectExtent l="0" t="0" r="9525" b="952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2. </w:t>
            </w:r>
          </w:p>
          <w:p w:rsidR="006801BB" w:rsidRDefault="006801BB"/>
          <w:p w:rsidR="006801BB" w:rsidRDefault="006801BB">
            <w:r>
              <w:t xml:space="preserve">X= </w:t>
            </w:r>
          </w:p>
        </w:tc>
        <w:tc>
          <w:tcPr>
            <w:tcW w:w="3505" w:type="dxa"/>
          </w:tcPr>
          <w:p w:rsidR="006801BB" w:rsidRDefault="00A40923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1D10B7E" wp14:editId="0BB2BD3D">
                  <wp:simplePos x="0" y="0"/>
                  <wp:positionH relativeFrom="column">
                    <wp:posOffset>189865</wp:posOffset>
                  </wp:positionH>
                  <wp:positionV relativeFrom="paragraph">
                    <wp:posOffset>173990</wp:posOffset>
                  </wp:positionV>
                  <wp:extent cx="1704975" cy="1714500"/>
                  <wp:effectExtent l="0" t="0" r="9525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3. </w:t>
            </w:r>
          </w:p>
          <w:p w:rsidR="006801BB" w:rsidRDefault="006801BB"/>
          <w:p w:rsidR="006801BB" w:rsidRDefault="006801BB">
            <w:r>
              <w:t xml:space="preserve">X= </w:t>
            </w:r>
          </w:p>
        </w:tc>
      </w:tr>
      <w:tr w:rsidR="00A40923" w:rsidTr="006801BB">
        <w:tc>
          <w:tcPr>
            <w:tcW w:w="3685" w:type="dxa"/>
          </w:tcPr>
          <w:p w:rsidR="006801BB" w:rsidRDefault="006801BB" w:rsidP="00A40923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4730475D" wp14:editId="222E9E4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192405</wp:posOffset>
                  </wp:positionV>
                  <wp:extent cx="2162175" cy="2143125"/>
                  <wp:effectExtent l="0" t="0" r="9525" b="9525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40923">
              <w:t xml:space="preserve">4. </w:t>
            </w:r>
          </w:p>
          <w:p w:rsidR="006801BB" w:rsidRDefault="006801BB" w:rsidP="00A40923"/>
          <w:p w:rsidR="00A40923" w:rsidRDefault="006801BB" w:rsidP="00A40923">
            <w:r>
              <w:t xml:space="preserve">X= </w:t>
            </w:r>
            <w:r>
              <w:br/>
            </w:r>
          </w:p>
        </w:tc>
        <w:tc>
          <w:tcPr>
            <w:tcW w:w="3600" w:type="dxa"/>
          </w:tcPr>
          <w:p w:rsidR="00A40923" w:rsidRDefault="00A40923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480BB99" wp14:editId="69A9BB4A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182245</wp:posOffset>
                  </wp:positionV>
                  <wp:extent cx="1762125" cy="1771650"/>
                  <wp:effectExtent l="0" t="0" r="9525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5.</w:t>
            </w:r>
            <w:r>
              <w:rPr>
                <w:noProof/>
              </w:rPr>
              <w:t xml:space="preserve"> </w:t>
            </w:r>
          </w:p>
          <w:p w:rsidR="006801BB" w:rsidRDefault="006801BB">
            <w:pPr>
              <w:rPr>
                <w:noProof/>
              </w:rPr>
            </w:pPr>
          </w:p>
          <w:p w:rsidR="006801BB" w:rsidRDefault="006801BB">
            <w:pPr>
              <w:rPr>
                <w:noProof/>
              </w:rPr>
            </w:pPr>
          </w:p>
          <w:p w:rsidR="006801BB" w:rsidRDefault="006801BB">
            <w:pPr>
              <w:rPr>
                <w:noProof/>
              </w:rPr>
            </w:pPr>
          </w:p>
          <w:p w:rsidR="00A40923" w:rsidRDefault="006801BB">
            <w:r>
              <w:t xml:space="preserve">X= </w:t>
            </w:r>
          </w:p>
        </w:tc>
        <w:tc>
          <w:tcPr>
            <w:tcW w:w="3505" w:type="dxa"/>
          </w:tcPr>
          <w:p w:rsidR="006801BB" w:rsidRDefault="00CF77FD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F1BF00E" wp14:editId="5DD51B32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220345</wp:posOffset>
                  </wp:positionV>
                  <wp:extent cx="1657350" cy="1771650"/>
                  <wp:effectExtent l="0" t="0" r="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40923">
              <w:t>6</w:t>
            </w:r>
            <w:r w:rsidR="006801BB">
              <w:t>.</w:t>
            </w:r>
          </w:p>
          <w:p w:rsidR="006801BB" w:rsidRDefault="006801BB"/>
          <w:p w:rsidR="006801BB" w:rsidRDefault="006801BB"/>
          <w:p w:rsidR="006801BB" w:rsidRDefault="006801BB"/>
          <w:p w:rsidR="00A40923" w:rsidRDefault="006801BB">
            <w:r>
              <w:t xml:space="preserve">X= </w:t>
            </w:r>
            <w:r w:rsidR="00CF77FD">
              <w:t xml:space="preserve"> </w:t>
            </w:r>
          </w:p>
        </w:tc>
      </w:tr>
      <w:tr w:rsidR="00A40923" w:rsidTr="006801BB">
        <w:trPr>
          <w:trHeight w:val="2933"/>
        </w:trPr>
        <w:tc>
          <w:tcPr>
            <w:tcW w:w="3685" w:type="dxa"/>
          </w:tcPr>
          <w:p w:rsidR="00A40923" w:rsidRDefault="00CF77FD">
            <w:r>
              <w:t>7.</w:t>
            </w:r>
            <w:r w:rsidR="005834CB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-10x+21</m:t>
              </m:r>
            </m:oMath>
          </w:p>
          <w:p w:rsidR="005834CB" w:rsidRDefault="005834CB"/>
          <w:tbl>
            <w:tblPr>
              <w:tblpPr w:leftFromText="180" w:rightFromText="180" w:vertAnchor="page" w:horzAnchor="margin" w:tblpY="337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622"/>
            </w:tblGrid>
            <w:tr w:rsidR="006801BB" w:rsidTr="006801BB">
              <w:tc>
                <w:tcPr>
                  <w:tcW w:w="6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62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y</m:t>
                      </m:r>
                    </m:oMath>
                  </m:oMathPara>
                </w:p>
              </w:tc>
            </w:tr>
            <w:tr w:rsidR="006801B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w:r>
                    <w:t>21</w:t>
                  </w:r>
                </w:p>
              </w:tc>
            </w:tr>
            <w:tr w:rsidR="006801B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w:r>
                    <w:t>12</w:t>
                  </w:r>
                </w:p>
              </w:tc>
            </w:tr>
            <w:tr w:rsidR="006801B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w:r>
                    <w:t>0</w:t>
                  </w:r>
                </w:p>
              </w:tc>
            </w:tr>
            <w:tr w:rsidR="006801B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-4</m:t>
                      </m:r>
                    </m:oMath>
                  </m:oMathPara>
                </w:p>
              </w:tc>
            </w:tr>
            <w:tr w:rsidR="006801B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7</m:t>
                      </m:r>
                    </m:oMath>
                  </m:oMathPara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w:r>
                    <w:t>0</w:t>
                  </w:r>
                </w:p>
              </w:tc>
            </w:tr>
            <w:tr w:rsidR="006801B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9</m:t>
                      </m:r>
                    </m:oMath>
                  </m:oMathPara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12</m:t>
                      </m:r>
                    </m:oMath>
                  </m:oMathPara>
                </w:p>
              </w:tc>
            </w:tr>
            <w:tr w:rsidR="006801B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11</m:t>
                      </m:r>
                    </m:oMath>
                  </m:oMathPara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01BB" w:rsidRDefault="006801BB" w:rsidP="006801BB">
                  <w:r>
                    <w:t>3</w:t>
                  </w:r>
                  <w:r>
                    <w:t>2</w:t>
                  </w:r>
                </w:p>
              </w:tc>
            </w:tr>
          </w:tbl>
          <w:p w:rsidR="005834CB" w:rsidRDefault="005834CB"/>
          <w:p w:rsidR="005834CB" w:rsidRDefault="005834CB"/>
        </w:tc>
        <w:tc>
          <w:tcPr>
            <w:tcW w:w="3600" w:type="dxa"/>
          </w:tcPr>
          <w:p w:rsidR="00A40923" w:rsidRDefault="00CF77FD">
            <w:r>
              <w:t>8.</w:t>
            </w:r>
            <m:oMath>
              <m:r>
                <w:rPr>
                  <w:rFonts w:ascii="Cambria Math" w:hAnsi="Cambria Math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+9x+20</m:t>
              </m:r>
            </m:oMath>
          </w:p>
          <w:tbl>
            <w:tblPr>
              <w:tblpPr w:leftFromText="180" w:rightFromText="180" w:vertAnchor="page" w:horzAnchor="margin" w:tblpY="337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624"/>
            </w:tblGrid>
            <w:tr w:rsidR="005834CB" w:rsidTr="006801BB">
              <w:tc>
                <w:tcPr>
                  <w:tcW w:w="6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5834C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62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5834C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y</m:t>
                      </m:r>
                    </m:oMath>
                  </m:oMathPara>
                </w:p>
              </w:tc>
            </w:tr>
            <w:tr w:rsidR="005834C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5834C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5834C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0</m:t>
                      </m:r>
                    </m:oMath>
                  </m:oMathPara>
                </w:p>
              </w:tc>
            </w:tr>
            <w:tr w:rsidR="005834C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-4</m:t>
                      </m:r>
                    </m:oMath>
                  </m:oMathPara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6801B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0</m:t>
                      </m:r>
                    </m:oMath>
                  </m:oMathPara>
                </w:p>
              </w:tc>
            </w:tr>
            <w:tr w:rsidR="005834C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6801B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56</m:t>
                      </m:r>
                    </m:oMath>
                  </m:oMathPara>
                </w:p>
              </w:tc>
            </w:tr>
            <w:tr w:rsidR="005834C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6801B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20</m:t>
                      </m:r>
                    </m:oMath>
                  </m:oMathPara>
                </w:p>
              </w:tc>
            </w:tr>
          </w:tbl>
          <w:p w:rsidR="005834CB" w:rsidRDefault="005834CB"/>
        </w:tc>
        <w:tc>
          <w:tcPr>
            <w:tcW w:w="3505" w:type="dxa"/>
          </w:tcPr>
          <w:p w:rsidR="00A40923" w:rsidRDefault="00CF77FD">
            <w:r>
              <w:t>9.</w:t>
            </w:r>
            <w:r w:rsidR="005834CB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+2x-24</m:t>
              </m:r>
            </m:oMath>
          </w:p>
          <w:tbl>
            <w:tblPr>
              <w:tblpPr w:leftFromText="180" w:rightFromText="180" w:vertAnchor="page" w:horzAnchor="margin" w:tblpY="337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624"/>
            </w:tblGrid>
            <w:tr w:rsidR="005834CB" w:rsidTr="006801BB">
              <w:tc>
                <w:tcPr>
                  <w:tcW w:w="6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5834C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62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5834C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y</m:t>
                      </m:r>
                    </m:oMath>
                  </m:oMathPara>
                </w:p>
              </w:tc>
            </w:tr>
            <w:tr w:rsidR="005834C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5834C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6</m:t>
                      </m:r>
                    </m:oMath>
                  </m:oMathPara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5834C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0</m:t>
                      </m:r>
                    </m:oMath>
                  </m:oMathPara>
                </w:p>
              </w:tc>
            </w:tr>
            <w:tr w:rsidR="005834C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5834C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6801B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-24</m:t>
                      </m:r>
                    </m:oMath>
                  </m:oMathPara>
                </w:p>
              </w:tc>
            </w:tr>
            <w:tr w:rsidR="005834C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6</m:t>
                      </m:r>
                    </m:oMath>
                  </m:oMathPara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6801B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24</m:t>
                      </m:r>
                    </m:oMath>
                  </m:oMathPara>
                </w:p>
              </w:tc>
            </w:tr>
            <w:tr w:rsidR="005834CB" w:rsidTr="006801BB">
              <w:tc>
                <w:tcPr>
                  <w:tcW w:w="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6801BB" w:rsidP="006801BB">
                  <m:oMathPara>
                    <m:oMath>
                      <m:r>
                        <w:rPr>
                          <w:rFonts w:ascii="Cambria Math" w:hAnsi="Cambria Math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834CB" w:rsidRDefault="005834CB" w:rsidP="005834CB">
                  <m:oMathPara>
                    <m:oMath>
                      <m:r>
                        <w:rPr>
                          <w:rFonts w:ascii="Cambria Math" w:hAnsi="Cambria Math"/>
                        </w:rPr>
                        <m:t>0</m:t>
                      </m:r>
                    </m:oMath>
                  </m:oMathPara>
                </w:p>
              </w:tc>
            </w:tr>
          </w:tbl>
          <w:p w:rsidR="005834CB" w:rsidRDefault="005834CB"/>
        </w:tc>
      </w:tr>
    </w:tbl>
    <w:p w:rsidR="00A46821" w:rsidRDefault="00A46821"/>
    <w:p w:rsidR="00A46821" w:rsidRDefault="00A46821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46821" w:rsidTr="00A46821">
        <w:tc>
          <w:tcPr>
            <w:tcW w:w="5395" w:type="dxa"/>
          </w:tcPr>
          <w:p w:rsidR="00A46821" w:rsidRDefault="00A46821">
            <w:pPr>
              <w:rPr>
                <w:rFonts w:ascii="Calibri" w:hAnsi="Calibri" w:cs="Calibri"/>
              </w:rPr>
            </w:pPr>
            <w:r>
              <w:lastRenderedPageBreak/>
              <w:t xml:space="preserve">10. </w:t>
            </w:r>
            <w:r w:rsidRPr="00BA0876">
              <w:rPr>
                <w:rFonts w:ascii="Calibri" w:hAnsi="Calibri" w:cs="Calibri"/>
              </w:rPr>
              <w:t>Find the area of the circle below</w:t>
            </w:r>
            <w:r w:rsidR="00E06633">
              <w:rPr>
                <w:rFonts w:ascii="Calibri" w:hAnsi="Calibri" w:cs="Calibri"/>
              </w:rPr>
              <w:t>:</w:t>
            </w:r>
          </w:p>
          <w:p w:rsidR="00A46821" w:rsidRDefault="00E06633">
            <w:r w:rsidRPr="00BA0876">
              <w:rPr>
                <w:rFonts w:ascii="Calibri" w:hAnsi="Calibri" w:cs="Calibri"/>
                <w:noProof/>
              </w:rPr>
              <w:drawing>
                <wp:inline distT="0" distB="0" distL="0" distR="0" wp14:anchorId="440EE9DB" wp14:editId="0B2E5951">
                  <wp:extent cx="1085850" cy="1104900"/>
                  <wp:effectExtent l="0" t="0" r="0" b="0"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0390" b="231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6821" w:rsidRDefault="00A46821"/>
        </w:tc>
        <w:tc>
          <w:tcPr>
            <w:tcW w:w="5395" w:type="dxa"/>
          </w:tcPr>
          <w:p w:rsidR="00A46821" w:rsidRDefault="00A46821">
            <w:pPr>
              <w:rPr>
                <w:rFonts w:ascii="Calibri" w:hAnsi="Calibri" w:cs="Calibri"/>
              </w:rPr>
            </w:pPr>
            <w:r>
              <w:t xml:space="preserve">11. </w:t>
            </w:r>
            <w:r w:rsidR="00E06633" w:rsidRPr="00BA0876">
              <w:rPr>
                <w:rFonts w:ascii="Calibri" w:hAnsi="Calibri" w:cs="Calibri"/>
              </w:rPr>
              <w:t>Find the area of the circle below:</w:t>
            </w:r>
          </w:p>
          <w:p w:rsidR="00E06633" w:rsidRDefault="00E06633">
            <w:r w:rsidRPr="00BA0876">
              <w:rPr>
                <w:rFonts w:ascii="Calibri" w:hAnsi="Calibri" w:cs="Calibri"/>
                <w:noProof/>
              </w:rPr>
              <w:drawing>
                <wp:inline distT="0" distB="0" distL="0" distR="0" wp14:anchorId="01DF7081" wp14:editId="73EBBA6F">
                  <wp:extent cx="1162050" cy="1143000"/>
                  <wp:effectExtent l="0" t="0" r="0" b="0"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312" b="25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821" w:rsidTr="00A46821">
        <w:tc>
          <w:tcPr>
            <w:tcW w:w="5395" w:type="dxa"/>
          </w:tcPr>
          <w:p w:rsidR="00A46821" w:rsidRDefault="00E06633">
            <w:pPr>
              <w:rPr>
                <w:rFonts w:eastAsiaTheme="minorEastAsia"/>
              </w:rPr>
            </w:pPr>
            <w:r>
              <w:t xml:space="preserve">12. </w:t>
            </w:r>
            <w:r w:rsidR="00895A3B">
              <w:t xml:space="preserve">Simplify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</w:p>
          <w:p w:rsidR="00895A3B" w:rsidRDefault="00895A3B">
            <w:pPr>
              <w:rPr>
                <w:rFonts w:eastAsiaTheme="minorEastAsia"/>
              </w:rPr>
            </w:pPr>
          </w:p>
          <w:p w:rsidR="00895A3B" w:rsidRDefault="00895A3B">
            <w:pPr>
              <w:rPr>
                <w:rFonts w:eastAsiaTheme="minorEastAsia"/>
              </w:rPr>
            </w:pPr>
          </w:p>
          <w:p w:rsidR="00895A3B" w:rsidRDefault="00895A3B">
            <w:pPr>
              <w:rPr>
                <w:rFonts w:eastAsiaTheme="minorEastAsia"/>
              </w:rPr>
            </w:pPr>
          </w:p>
          <w:p w:rsidR="00895A3B" w:rsidRDefault="00895A3B"/>
          <w:p w:rsidR="00895A3B" w:rsidRDefault="00895A3B"/>
          <w:p w:rsidR="00895A3B" w:rsidRDefault="00895A3B"/>
          <w:p w:rsidR="00895A3B" w:rsidRDefault="00895A3B"/>
        </w:tc>
        <w:tc>
          <w:tcPr>
            <w:tcW w:w="5395" w:type="dxa"/>
          </w:tcPr>
          <w:p w:rsidR="00A46821" w:rsidRDefault="00E06633">
            <w:r>
              <w:t xml:space="preserve">13. </w:t>
            </w:r>
            <w:r w:rsidR="00895A3B">
              <w:t xml:space="preserve">Simplify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20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</w:tc>
      </w:tr>
      <w:tr w:rsidR="00A46821" w:rsidTr="00A46821">
        <w:tc>
          <w:tcPr>
            <w:tcW w:w="5395" w:type="dxa"/>
          </w:tcPr>
          <w:p w:rsidR="00896A8B" w:rsidRPr="000A503F" w:rsidRDefault="00E06633" w:rsidP="00896A8B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>
              <w:t xml:space="preserve">14. </w:t>
            </w:r>
            <w:r w:rsidR="00896A8B" w:rsidRPr="000A503F">
              <w:rPr>
                <w:rFonts w:ascii="Calibri" w:hAnsi="Calibri" w:cs="Calibri"/>
                <w:noProof/>
              </w:rPr>
              <w:t>Solve for x:</w:t>
            </w:r>
          </w:p>
          <w:p w:rsidR="00896A8B" w:rsidRPr="000A503F" w:rsidRDefault="00896A8B" w:rsidP="00896A8B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</w:p>
          <w:p w:rsidR="00A46821" w:rsidRDefault="00896A8B" w:rsidP="00896A8B">
            <w:r w:rsidRPr="000A503F">
              <w:rPr>
                <w:rFonts w:ascii="Calibri" w:hAnsi="Calibri" w:cs="Calibri"/>
                <w:noProof/>
              </w:rPr>
              <w:drawing>
                <wp:inline distT="0" distB="0" distL="0" distR="0" wp14:anchorId="787133DC" wp14:editId="29DF6906">
                  <wp:extent cx="1533525" cy="904875"/>
                  <wp:effectExtent l="0" t="0" r="9525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82" b="274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A3B" w:rsidRDefault="00895A3B"/>
          <w:p w:rsidR="00895A3B" w:rsidRDefault="00895A3B"/>
          <w:p w:rsidR="00895A3B" w:rsidRDefault="00895A3B"/>
          <w:p w:rsidR="00895A3B" w:rsidRDefault="00895A3B"/>
          <w:p w:rsidR="00895A3B" w:rsidRDefault="00895A3B"/>
        </w:tc>
        <w:tc>
          <w:tcPr>
            <w:tcW w:w="5395" w:type="dxa"/>
          </w:tcPr>
          <w:p w:rsidR="00896A8B" w:rsidRDefault="00E06633" w:rsidP="00896A8B">
            <w:pPr>
              <w:tabs>
                <w:tab w:val="left" w:pos="0"/>
              </w:tabs>
              <w:rPr>
                <w:noProof/>
              </w:rPr>
            </w:pPr>
            <w:r>
              <w:t xml:space="preserve">15. </w:t>
            </w:r>
            <w:r w:rsidR="00896A8B">
              <w:t xml:space="preserve"> </w:t>
            </w:r>
            <w:r w:rsidR="00896A8B">
              <w:rPr>
                <w:rFonts w:ascii="Calibri" w:hAnsi="Calibri" w:cs="Calibri"/>
              </w:rPr>
              <w:t xml:space="preserve">Find </w:t>
            </w:r>
            <w:r w:rsidR="00896A8B">
              <w:rPr>
                <w:rFonts w:cs="Calibri"/>
              </w:rPr>
              <w:t>∠ABX and ∠ABC</w:t>
            </w:r>
          </w:p>
          <w:p w:rsidR="00896A8B" w:rsidRPr="00C60A52" w:rsidRDefault="00896A8B" w:rsidP="00896A8B">
            <w:pPr>
              <w:tabs>
                <w:tab w:val="left" w:pos="0"/>
              </w:tabs>
              <w:rPr>
                <w:rFonts w:ascii="Calibri" w:hAnsi="Calibri" w:cs="Calibri"/>
                <w:noProof/>
              </w:rPr>
            </w:pPr>
            <w:r>
              <w:rPr>
                <w:noProof/>
              </w:rPr>
              <w:drawing>
                <wp:inline distT="0" distB="0" distL="0" distR="0" wp14:anchorId="0C9E89B7" wp14:editId="3915E003">
                  <wp:extent cx="1696720" cy="1590675"/>
                  <wp:effectExtent l="0" t="0" r="0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b="21348"/>
                          <a:stretch/>
                        </pic:blipFill>
                        <pic:spPr bwMode="auto">
                          <a:xfrm>
                            <a:off x="0" y="0"/>
                            <a:ext cx="1696720" cy="1590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46821" w:rsidRDefault="00A46821"/>
        </w:tc>
      </w:tr>
      <w:tr w:rsidR="00A46821" w:rsidTr="00A46821">
        <w:tc>
          <w:tcPr>
            <w:tcW w:w="5395" w:type="dxa"/>
          </w:tcPr>
          <w:p w:rsidR="00A46821" w:rsidRDefault="00E06633">
            <w:r>
              <w:t xml:space="preserve">16. </w:t>
            </w:r>
            <w:r w:rsidR="00895A3B">
              <w:rPr>
                <w:rFonts w:ascii="Calibri" w:hAnsi="Calibri" w:cs="Calibri"/>
              </w:rPr>
              <w:t>If a cookie occupies the area of 49π</w:t>
            </w:r>
            <m:oMath>
              <m:r>
                <w:rPr>
                  <w:rFonts w:ascii="Cambria Math" w:hAnsi="Cambria Math" w:cs="Calibri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cm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="00895A3B">
              <w:rPr>
                <w:rFonts w:ascii="Calibri" w:hAnsi="Calibri" w:cs="Calibri"/>
              </w:rPr>
              <w:t>, what will be the circumference of the cookie?</w:t>
            </w:r>
          </w:p>
        </w:tc>
        <w:tc>
          <w:tcPr>
            <w:tcW w:w="5395" w:type="dxa"/>
          </w:tcPr>
          <w:p w:rsidR="004E5F9F" w:rsidRPr="00F41FBC" w:rsidRDefault="00E06633" w:rsidP="004E5F9F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t xml:space="preserve">17. </w:t>
            </w:r>
            <w:r w:rsidR="004E5F9F" w:rsidRPr="00F41FBC">
              <w:rPr>
                <w:rFonts w:ascii="Calibri" w:hAnsi="Calibri" w:cs="Calibri"/>
              </w:rPr>
              <w:t xml:space="preserve">In the square below, 1 </w:t>
            </w:r>
            <w:proofErr w:type="spellStart"/>
            <w:r w:rsidR="004E5F9F" w:rsidRPr="00F41FBC">
              <w:rPr>
                <w:rFonts w:ascii="Calibri" w:hAnsi="Calibri" w:cs="Calibri"/>
              </w:rPr>
              <w:t>ft</w:t>
            </w:r>
            <w:proofErr w:type="spellEnd"/>
            <w:r w:rsidR="004E5F9F" w:rsidRPr="00F41FBC">
              <w:rPr>
                <w:rFonts w:ascii="Calibri" w:hAnsi="Calibri" w:cs="Calibri"/>
              </w:rPr>
              <w:t xml:space="preserve"> by 1 </w:t>
            </w:r>
            <w:proofErr w:type="spellStart"/>
            <w:r w:rsidR="004E5F9F" w:rsidRPr="00F41FBC">
              <w:rPr>
                <w:rFonts w:ascii="Calibri" w:hAnsi="Calibri" w:cs="Calibri"/>
              </w:rPr>
              <w:t>ft</w:t>
            </w:r>
            <w:proofErr w:type="spellEnd"/>
            <w:r w:rsidR="004E5F9F" w:rsidRPr="00F41FBC">
              <w:rPr>
                <w:rFonts w:ascii="Calibri" w:hAnsi="Calibri" w:cs="Calibri"/>
              </w:rPr>
              <w:t xml:space="preserve"> corners have been cut out. Find the perimeter and area of the remaining figure.  </w:t>
            </w:r>
          </w:p>
          <w:p w:rsidR="004E5F9F" w:rsidRPr="00F41FBC" w:rsidRDefault="004E5F9F" w:rsidP="004E5F9F">
            <w:pPr>
              <w:spacing w:line="276" w:lineRule="auto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94F759" wp14:editId="00E1DCB7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480695</wp:posOffset>
                      </wp:positionV>
                      <wp:extent cx="238125" cy="352425"/>
                      <wp:effectExtent l="0" t="0" r="0" b="0"/>
                      <wp:wrapNone/>
                      <wp:docPr id="26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352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5F9F" w:rsidRPr="004E5F9F" w:rsidRDefault="004E5F9F" w:rsidP="004E5F9F">
                                  <w:pPr>
                                    <w:rPr>
                                      <w:rFonts w:ascii="Calibri" w:hAnsi="Calibri"/>
                                      <w:sz w:val="18"/>
                                    </w:rPr>
                                  </w:pPr>
                                  <w:r w:rsidRPr="004E5F9F">
                                    <w:rPr>
                                      <w:rFonts w:ascii="Calibri" w:hAnsi="Calibri"/>
                                      <w:sz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94F7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7" o:spid="_x0000_s1031" type="#_x0000_t202" style="position:absolute;left:0;text-align:left;margin-left:132.1pt;margin-top:37.85pt;width:18.7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" filled="f" stroked="f">
                      <v:textbox inset=",7.2pt,,7.2pt">
                        <w:txbxContent>
                          <w:p w:rsidR="004E5F9F" w:rsidRPr="004E5F9F" w:rsidRDefault="004E5F9F" w:rsidP="004E5F9F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4E5F9F">
                              <w:rPr>
                                <w:rFonts w:ascii="Calibri" w:hAnsi="Calibri"/>
                                <w:sz w:val="1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1D19A3E" wp14:editId="211726B3">
                      <wp:extent cx="876300" cy="933450"/>
                      <wp:effectExtent l="38100" t="19050" r="0" b="0"/>
                      <wp:docPr id="22" name="Group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76300" cy="933450"/>
                                <a:chOff x="5230" y="1800"/>
                                <a:chExt cx="1380" cy="1470"/>
                              </a:xfrm>
                            </wpg:grpSpPr>
                            <wps:wsp>
                              <wps:cNvPr id="23" name="AutoShape 1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30" y="1800"/>
                                  <a:ext cx="1100" cy="1080"/>
                                </a:xfrm>
                                <a:prstGeom prst="plus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BFBFB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4" name="Text Box 1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0" y="2730"/>
                                  <a:ext cx="55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E5F9F" w:rsidRPr="007034D7" w:rsidRDefault="004E5F9F" w:rsidP="004E5F9F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  <w:r>
                                      <w:rPr>
                                        <w:rFonts w:ascii="Calibri" w:hAnsi="Calibri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5" name="Text Box 1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60" y="2475"/>
                                  <a:ext cx="55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E5F9F" w:rsidRPr="004E5F9F" w:rsidRDefault="004E5F9F" w:rsidP="004E5F9F">
                                    <w:pPr>
                                      <w:rPr>
                                        <w:rFonts w:ascii="Calibri" w:hAnsi="Calibri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Calibri" w:hAnsi="Calibri"/>
                                        <w:sz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D19A3E" id="Group 164" o:spid="_x0000_s1032" style="width:69pt;height:73.5pt;mso-position-horizontal-relative:char;mso-position-vertical-relative:line" coordorigin="5230,1800" coordsize="1380,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">
                      <v:shapetype id="_x0000_t11" coordsize="21600,21600" o:spt="11" adj="5400" path="m@0,l@0@0,0@0,0@2@0@2@0,21600@1,21600@1@2,21600@2,21600@0@1@0@1,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gradientshapeok="t" limo="10800,10800" o:connecttype="custom" o:connectlocs="@8,0;0,@9;@8,@7;@6,@9" textboxrect="0,0,21600,21600;5400,5400,16200,16200;10800,10800,10800,10800"/>
                        <v:handles>
                          <v:h position="#0,topLeft" switch="" xrange="0,10800"/>
                        </v:handles>
                      </v:shapetype>
                      <v:shape id="AutoShape 165" o:spid="_x0000_s1033" type="#_x0000_t11" style="position:absolute;left:5230;top:1800;width:11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sUNcQA&#10;AADbAAAADwAAAGRycy9kb3ducmV2LnhtbESPT2sCMRTE74V+h/AK3mq2K5V2NUoVFSle/HPw+Ng8&#10;N4ubl2UTNfbTm0Khx2FmfsOMp9E24kqdrx0reOtnIIhLp2uuFBz2y9cPED4ga2wck4I7eZhOnp/G&#10;WGh34y1dd6ESCcK+QAUmhLaQ0peGLPq+a4mTd3KdxZBkV0nd4S3BbSPzLBtKizWnBYMtzQ2V593F&#10;KohmuGrN4n3w83na59/VMfoNzpTqvcSvEYhAMfyH/9prrSAfwO+X9APk5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bFDXEAAAA2wAAAA8AAAAAAAAAAAAAAAAAmAIAAGRycy9k&#10;b3ducmV2LnhtbFBLBQYAAAAABAAEAPUAAACJAwAAAAA=&#10;" fillcolor="#bfbfbf" strokeweight="1pt">
                        <v:shadow on="t" opacity="22938f" offset="0"/>
                        <v:textbox inset=",7.2pt,,7.2pt"/>
                      </v:shape>
                      <v:shape id="Text Box 166" o:spid="_x0000_s1034" type="#_x0000_t202" style="position:absolute;left:5590;top:273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3cqcMA&#10;AADbAAAADwAAAGRycy9kb3ducmV2LnhtbESPQWvCQBSE74X+h+UJ3upGsSppNlIsBa9qoddn9pkN&#10;3X0bsmsS/fVuodDjMDPfMMV2dFb01IXGs4L5LANBXHndcK3g6/T5sgERIrJG65kU3CjAtnx+KjDX&#10;fuAD9cdYiwThkKMCE2ObSxkqQw7DzLfEybv4zmFMsqul7nBIcGflIstW0mHDacFgSztD1c/x6hRU&#10;9+vHZtec++G+/l6fR2NfL2yVmk7G9zcQkcb4H/5r77WCxRJ+v6Qf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3cqcMAAADbAAAADwAAAAAAAAAAAAAAAACYAgAAZHJzL2Rv&#10;d25yZXYueG1sUEsFBgAAAAAEAAQA9QAAAIgDAAAAAA==&#10;" filled="f" stroked="f">
                        <v:textbox inset=",7.2pt,,7.2pt">
                          <w:txbxContent>
                            <w:p w:rsidR="004E5F9F" w:rsidRPr="007034D7" w:rsidRDefault="004E5F9F" w:rsidP="004E5F9F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_x0000_s1035" type="#_x0000_t202" style="position:absolute;left:6060;top:2475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F5MsEA&#10;AADbAAAADwAAAGRycy9kb3ducmV2LnhtbESPT4vCMBTE7wt+h/AEb2uq4Cpdo4iy4NU/sNdn82yK&#10;yUtpYtv105sFweMwM79hluveWdFSEyrPCibjDARx4XXFpYLz6edzASJEZI3WMyn4owDr1eBjibn2&#10;HR+oPcZSJAiHHBWYGOtcylAYchjGviZO3tU3DmOSTSl1g12COyunWfYlHVacFgzWtDVU3I53p6B4&#10;3HeLbXVpu8f8d37pjZ1d2So1GvabbxCR+vgOv9p7rWA6g/8v6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xeTLBAAAA2wAAAA8AAAAAAAAAAAAAAAAAmAIAAGRycy9kb3du&#10;cmV2LnhtbFBLBQYAAAAABAAEAPUAAACGAwAAAAA=&#10;" filled="f" stroked="f">
                        <v:textbox inset=",7.2pt,,7.2pt">
                          <w:txbxContent>
                            <w:p w:rsidR="004E5F9F" w:rsidRPr="004E5F9F" w:rsidRDefault="004E5F9F" w:rsidP="004E5F9F">
                              <w:pPr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4E5F9F" w:rsidRDefault="004E5F9F" w:rsidP="004E5F9F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AA4448">
              <w:rPr>
                <w:rFonts w:ascii="Calibri" w:hAnsi="Calibri" w:cs="Calibri"/>
              </w:rPr>
              <w:t>Perimeter: ______</w:t>
            </w:r>
            <w:r>
              <w:rPr>
                <w:rFonts w:ascii="Calibri" w:hAnsi="Calibri" w:cs="Calibri"/>
              </w:rPr>
              <w:t xml:space="preserve">                </w:t>
            </w:r>
          </w:p>
          <w:p w:rsidR="00A46821" w:rsidRDefault="004E5F9F" w:rsidP="004E5F9F">
            <w:pPr>
              <w:rPr>
                <w:rFonts w:ascii="Calibri" w:hAnsi="Calibri" w:cs="Calibri"/>
              </w:rPr>
            </w:pPr>
            <w:r w:rsidRPr="00AA4448">
              <w:rPr>
                <w:rFonts w:ascii="Calibri" w:hAnsi="Calibri" w:cs="Calibri"/>
              </w:rPr>
              <w:t>Area: _______</w:t>
            </w:r>
          </w:p>
          <w:p w:rsidR="00896A8B" w:rsidRDefault="00896A8B" w:rsidP="004E5F9F"/>
        </w:tc>
      </w:tr>
      <w:tr w:rsidR="00A46821" w:rsidTr="00190FED">
        <w:tc>
          <w:tcPr>
            <w:tcW w:w="10790" w:type="dxa"/>
            <w:gridSpan w:val="2"/>
          </w:tcPr>
          <w:p w:rsidR="00A46821" w:rsidRDefault="00A46821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98ED6E3" wp14:editId="07D6AB08">
                  <wp:simplePos x="0" y="0"/>
                  <wp:positionH relativeFrom="column">
                    <wp:posOffset>4243070</wp:posOffset>
                  </wp:positionH>
                  <wp:positionV relativeFrom="paragraph">
                    <wp:posOffset>395605</wp:posOffset>
                  </wp:positionV>
                  <wp:extent cx="2133600" cy="790575"/>
                  <wp:effectExtent l="0" t="0" r="0" b="9525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6633">
              <w:t xml:space="preserve">18. </w:t>
            </w:r>
            <w:r>
              <w:t xml:space="preserve">Last year, </w:t>
            </w:r>
            <w:r w:rsidR="00E06633">
              <w:t>Rachel</w:t>
            </w:r>
            <w:r w:rsidRPr="00F00FEC">
              <w:t xml:space="preserve"> </w:t>
            </w:r>
            <w:r>
              <w:t>planted a garden that was 11</w:t>
            </w:r>
            <w:r w:rsidRPr="00F00FEC">
              <w:t xml:space="preserve"> feet by </w:t>
            </w:r>
            <w:r>
              <w:t xml:space="preserve">5 feet, surrounded by a mesh wire fence to keep rabbits out. This year, </w:t>
            </w:r>
            <w:r w:rsidR="00E06633">
              <w:t>s</w:t>
            </w:r>
            <w:r>
              <w:t xml:space="preserve">he has twice as much wire mesh. </w:t>
            </w:r>
            <w:r w:rsidR="00E06633">
              <w:t>Sh</w:t>
            </w:r>
            <w:r>
              <w:t xml:space="preserve">e plans to keep the same dimensions by doubling each side length. How much </w:t>
            </w:r>
            <w:r w:rsidRPr="005C2ACD">
              <w:rPr>
                <w:b/>
                <w:u w:val="single"/>
              </w:rPr>
              <w:t>larger</w:t>
            </w:r>
            <w:r>
              <w:t xml:space="preserve"> will the </w:t>
            </w:r>
            <w:r w:rsidRPr="007C1277">
              <w:rPr>
                <w:b/>
                <w:u w:val="single"/>
              </w:rPr>
              <w:t>area</w:t>
            </w:r>
            <w:r>
              <w:t xml:space="preserve"> be </w:t>
            </w:r>
            <w:r w:rsidRPr="007C1277">
              <w:t>this</w:t>
            </w:r>
            <w:r>
              <w:t xml:space="preserve"> year than last year? </w:t>
            </w:r>
          </w:p>
          <w:p w:rsidR="00A46821" w:rsidRDefault="00A46821"/>
          <w:p w:rsidR="00A46821" w:rsidRDefault="00A46821"/>
          <w:p w:rsidR="00A46821" w:rsidRDefault="00A46821"/>
          <w:p w:rsidR="00A46821" w:rsidRDefault="00A46821"/>
          <w:p w:rsidR="00A46821" w:rsidRDefault="00A46821"/>
          <w:p w:rsidR="00A46821" w:rsidRDefault="00A46821"/>
          <w:p w:rsidR="00A46821" w:rsidRDefault="00A46821"/>
        </w:tc>
      </w:tr>
    </w:tbl>
    <w:p w:rsidR="00A46821" w:rsidRDefault="00A46821" w:rsidP="006801BB"/>
    <w:sectPr w:rsidR="00A46821" w:rsidSect="008D1D28">
      <w:footerReference w:type="default" r:id="rId20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D3B" w:rsidRDefault="00056D3B" w:rsidP="004A1C66">
      <w:r>
        <w:separator/>
      </w:r>
    </w:p>
  </w:endnote>
  <w:endnote w:type="continuationSeparator" w:id="0">
    <w:p w:rsidR="00056D3B" w:rsidRDefault="00056D3B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D3B" w:rsidRDefault="00056D3B" w:rsidP="004A1C66">
      <w:r>
        <w:separator/>
      </w:r>
    </w:p>
  </w:footnote>
  <w:footnote w:type="continuationSeparator" w:id="0">
    <w:p w:rsidR="00056D3B" w:rsidRDefault="00056D3B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C0C76"/>
    <w:multiLevelType w:val="hybridMultilevel"/>
    <w:tmpl w:val="00A8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242AB"/>
    <w:multiLevelType w:val="hybridMultilevel"/>
    <w:tmpl w:val="ED3E0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2C"/>
    <w:rsid w:val="000248E2"/>
    <w:rsid w:val="00056D3B"/>
    <w:rsid w:val="001B0A83"/>
    <w:rsid w:val="00242D79"/>
    <w:rsid w:val="003B785F"/>
    <w:rsid w:val="004A1C66"/>
    <w:rsid w:val="004D05E9"/>
    <w:rsid w:val="004E5F9F"/>
    <w:rsid w:val="005834CB"/>
    <w:rsid w:val="0065474E"/>
    <w:rsid w:val="00674044"/>
    <w:rsid w:val="006801BB"/>
    <w:rsid w:val="006F5A5F"/>
    <w:rsid w:val="00846041"/>
    <w:rsid w:val="00895A3B"/>
    <w:rsid w:val="00896A8B"/>
    <w:rsid w:val="008A362C"/>
    <w:rsid w:val="008D1D28"/>
    <w:rsid w:val="00957E54"/>
    <w:rsid w:val="00A40923"/>
    <w:rsid w:val="00A46821"/>
    <w:rsid w:val="00B53200"/>
    <w:rsid w:val="00CE4705"/>
    <w:rsid w:val="00CF77FD"/>
    <w:rsid w:val="00DD6332"/>
    <w:rsid w:val="00E06633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29BD4F-F4A0-4F27-8C50-BEBF85AF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40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09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834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ielmeier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35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Bielmeier, Sean</dc:creator>
  <cp:lastModifiedBy>Bielmeier, Sean</cp:lastModifiedBy>
  <cp:revision>8</cp:revision>
  <dcterms:created xsi:type="dcterms:W3CDTF">2014-12-06T21:31:00Z</dcterms:created>
  <dcterms:modified xsi:type="dcterms:W3CDTF">2014-12-06T22:19:00Z</dcterms:modified>
</cp:coreProperties>
</file>